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Новокриушанская средняя общеобразовательная школа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20CDE">
        <w:rPr>
          <w:rFonts w:ascii="Times New Roman" w:hAnsi="Times New Roman" w:cs="Times New Roman"/>
          <w:sz w:val="36"/>
          <w:szCs w:val="36"/>
        </w:rPr>
        <w:t>Конкурс произведений собственного сочинения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320CDE">
        <w:rPr>
          <w:rFonts w:ascii="Times New Roman" w:hAnsi="Times New Roman" w:cs="Times New Roman"/>
          <w:sz w:val="40"/>
          <w:szCs w:val="40"/>
        </w:rPr>
        <w:t>«Я – сказочник»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320CDE">
        <w:rPr>
          <w:rFonts w:ascii="Times New Roman" w:hAnsi="Times New Roman" w:cs="Times New Roman"/>
          <w:sz w:val="44"/>
          <w:szCs w:val="44"/>
        </w:rPr>
        <w:t>Сказка о волшебных птицах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Выполнила работу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ученица 6-го класса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Стародубцева Наталья Ивановна.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Адрес: Воронежская область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Калачеевский район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Село Новая Криуша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Улица</w:t>
      </w:r>
      <w:r>
        <w:rPr>
          <w:rFonts w:ascii="Times New Roman" w:hAnsi="Times New Roman" w:cs="Times New Roman"/>
          <w:sz w:val="32"/>
          <w:szCs w:val="32"/>
        </w:rPr>
        <w:t xml:space="preserve"> Трудовая, 22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Учитель русского языка и литературы: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Стародубцева Светлана Фёдоровна</w:t>
      </w:r>
    </w:p>
    <w:p w:rsidR="00DF3DA9" w:rsidRPr="00320CDE" w:rsidRDefault="00DF3DA9" w:rsidP="00320C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0CDE">
        <w:rPr>
          <w:rFonts w:ascii="Times New Roman" w:hAnsi="Times New Roman" w:cs="Times New Roman"/>
          <w:sz w:val="32"/>
          <w:szCs w:val="32"/>
        </w:rPr>
        <w:t>2016</w:t>
      </w:r>
    </w:p>
    <w:p w:rsidR="00DF3DA9" w:rsidRDefault="00DF3DA9" w:rsidP="00F85F7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DF3DA9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 xml:space="preserve">Жила-была одна семья: папа, мама и их сын Егор. Был у них большой сад. В саду росли яблони и груши. Ничто так не радовало семью как хороший урожай. Каждый день отец и сын собирали спелые яблоки и груши, а мама продавала их на рынке  и вырученные деньги откладывала любимому Егорке на учёбу. Чтобы ни один фрукт не пропал, роскошный сад был огорожен высокой колючей проволокой. 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Однажды семья вышла в сад и увидела много красивых птиц на деревьях. Мальчик тут же взял палку и начал прогонять их. Птицы улетели. Вдруг все плоды стали опадать, а деревья сохнуть. Мама подняла одно такое яблочко и, надкусив его, упала замертво. Егор закричал: «Помогите! Врача!» Мимо проходил старик и сказал: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- Нельзя обижать птиц. Это они заколдовали сад, и маму твою поднять могут только они.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Мальчик спросил: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- Где мне их искать?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Старик сказал: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- Иди в лес, там их и увидишь. Попроси у них прощенья да возьми яблочек для угощенья.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Отправился Егор в дорогу. Шёл он три дня и три ночи, а леса всё не видно. Захотелось поесть ему, достал яблочко, да вспомнил, что оно для птиц. Так голодный и пошёл. Вскоре Егоркины силы иссякли и он уснул. Его разбудило яркое солнце и чудесное пение птиц. Было утро. Поклонился мальчик птицами, протянул яблоки и стал просить прощенья у них, он горько-горько плакал и умолял спасти его любимую мамочку.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Одна птица подлетела к нему, села на протянутую руку с ябло</w:t>
      </w:r>
      <w:r>
        <w:rPr>
          <w:rFonts w:ascii="Times New Roman" w:hAnsi="Times New Roman" w:cs="Times New Roman"/>
          <w:sz w:val="28"/>
          <w:szCs w:val="28"/>
        </w:rPr>
        <w:t xml:space="preserve">ком и </w:t>
      </w:r>
      <w:r w:rsidRPr="00320CDE">
        <w:rPr>
          <w:rFonts w:ascii="Times New Roman" w:hAnsi="Times New Roman" w:cs="Times New Roman"/>
          <w:sz w:val="28"/>
          <w:szCs w:val="28"/>
        </w:rPr>
        <w:t>сказала: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- Твоё сердце доброе, но умей поделиться своей добротой, иди спокойно домой и обними свою маму.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 xml:space="preserve">Когда мальчик вернулся домой, сад оживал, в нём пели птицы, а у калитки стояла мама. Больше Егор никогда никого не обижал и не жадничал.  Он понял, что одно подаренное яблочко стоит целой жизни. </w:t>
      </w:r>
    </w:p>
    <w:p w:rsidR="00DF3DA9" w:rsidRPr="00320CDE" w:rsidRDefault="00DF3DA9" w:rsidP="009D42E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20CDE">
        <w:rPr>
          <w:rFonts w:ascii="Times New Roman" w:hAnsi="Times New Roman" w:cs="Times New Roman"/>
          <w:sz w:val="28"/>
          <w:szCs w:val="28"/>
        </w:rPr>
        <w:t>А вы, детушки, думайте, гадайте, что здесь правда, что неправда, что сказано впрямь, что стороною, что шутки ради, что в наставленье.</w:t>
      </w:r>
    </w:p>
    <w:p w:rsidR="00DF3DA9" w:rsidRPr="00320CDE" w:rsidRDefault="00DF3DA9" w:rsidP="00F772B0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DF3DA9" w:rsidRPr="00320CDE" w:rsidSect="00D51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603F2"/>
    <w:multiLevelType w:val="hybridMultilevel"/>
    <w:tmpl w:val="1494B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2B0"/>
    <w:rsid w:val="00047566"/>
    <w:rsid w:val="000C0DA8"/>
    <w:rsid w:val="000E0FA2"/>
    <w:rsid w:val="00105640"/>
    <w:rsid w:val="00173144"/>
    <w:rsid w:val="001843A9"/>
    <w:rsid w:val="001A0462"/>
    <w:rsid w:val="001B6B97"/>
    <w:rsid w:val="001D5FBE"/>
    <w:rsid w:val="001E1E1C"/>
    <w:rsid w:val="001E5ED4"/>
    <w:rsid w:val="001F1283"/>
    <w:rsid w:val="002B56A7"/>
    <w:rsid w:val="002C624D"/>
    <w:rsid w:val="002D03F5"/>
    <w:rsid w:val="002E460E"/>
    <w:rsid w:val="00302FCB"/>
    <w:rsid w:val="00320CDE"/>
    <w:rsid w:val="00344837"/>
    <w:rsid w:val="00382F1B"/>
    <w:rsid w:val="003A576C"/>
    <w:rsid w:val="004C4F37"/>
    <w:rsid w:val="00504CCF"/>
    <w:rsid w:val="00513BEC"/>
    <w:rsid w:val="00526F02"/>
    <w:rsid w:val="00591B0C"/>
    <w:rsid w:val="005D45A4"/>
    <w:rsid w:val="006276B7"/>
    <w:rsid w:val="006478C1"/>
    <w:rsid w:val="00660FB4"/>
    <w:rsid w:val="006940B7"/>
    <w:rsid w:val="006A0082"/>
    <w:rsid w:val="00701D16"/>
    <w:rsid w:val="007271D4"/>
    <w:rsid w:val="00751F25"/>
    <w:rsid w:val="00770D34"/>
    <w:rsid w:val="0079211F"/>
    <w:rsid w:val="007F4428"/>
    <w:rsid w:val="007F60E2"/>
    <w:rsid w:val="00810B28"/>
    <w:rsid w:val="008E6EAE"/>
    <w:rsid w:val="008F7A40"/>
    <w:rsid w:val="009206A5"/>
    <w:rsid w:val="00937290"/>
    <w:rsid w:val="00944982"/>
    <w:rsid w:val="0096317D"/>
    <w:rsid w:val="00995615"/>
    <w:rsid w:val="009C164C"/>
    <w:rsid w:val="009D42E7"/>
    <w:rsid w:val="00A641D1"/>
    <w:rsid w:val="00A65CB7"/>
    <w:rsid w:val="00AA63A6"/>
    <w:rsid w:val="00AE0C76"/>
    <w:rsid w:val="00B35251"/>
    <w:rsid w:val="00BD4B9C"/>
    <w:rsid w:val="00C238B8"/>
    <w:rsid w:val="00CB0EFD"/>
    <w:rsid w:val="00CC3261"/>
    <w:rsid w:val="00CD07D8"/>
    <w:rsid w:val="00D03BF9"/>
    <w:rsid w:val="00D515B6"/>
    <w:rsid w:val="00D75D99"/>
    <w:rsid w:val="00D97658"/>
    <w:rsid w:val="00DB29AB"/>
    <w:rsid w:val="00DF3DA9"/>
    <w:rsid w:val="00E853A3"/>
    <w:rsid w:val="00EE5C4E"/>
    <w:rsid w:val="00F17AC1"/>
    <w:rsid w:val="00F17B3F"/>
    <w:rsid w:val="00F23307"/>
    <w:rsid w:val="00F63C27"/>
    <w:rsid w:val="00F772B0"/>
    <w:rsid w:val="00F85F73"/>
    <w:rsid w:val="00FE3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B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A63A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2</Pages>
  <Words>332</Words>
  <Characters>1898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2007-12-20T22:28:00Z</cp:lastPrinted>
  <dcterms:created xsi:type="dcterms:W3CDTF">2007-12-20T20:22:00Z</dcterms:created>
  <dcterms:modified xsi:type="dcterms:W3CDTF">2016-03-11T10:53:00Z</dcterms:modified>
</cp:coreProperties>
</file>